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D14BC" w14:textId="44B0AFF4" w:rsidR="00BB543C" w:rsidRPr="00BB543C" w:rsidRDefault="00BB543C" w:rsidP="00BB543C">
      <w:pPr>
        <w:pStyle w:val="Naslov2"/>
      </w:pPr>
      <w:r w:rsidRPr="00FC0974">
        <w:rPr>
          <w:sz w:val="22"/>
          <w:szCs w:val="22"/>
        </w:rPr>
        <w:t xml:space="preserve">Povabilo k oddaji ponudbe za </w:t>
      </w:r>
      <w:r w:rsidR="00EF1A94">
        <w:rPr>
          <w:sz w:val="22"/>
          <w:szCs w:val="22"/>
        </w:rPr>
        <w:t xml:space="preserve">najem </w:t>
      </w:r>
      <w:r w:rsidR="003C5591">
        <w:rPr>
          <w:sz w:val="22"/>
          <w:szCs w:val="22"/>
        </w:rPr>
        <w:t>tehnične opreme</w:t>
      </w:r>
    </w:p>
    <w:p w14:paraId="5E8440B9" w14:textId="095E99AF" w:rsidR="00BB543C" w:rsidRDefault="00BB543C" w:rsidP="00BB543C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JZKK-JN-202</w:t>
      </w:r>
      <w:r w:rsidR="001372C3">
        <w:rPr>
          <w:sz w:val="22"/>
          <w:szCs w:val="22"/>
          <w:lang w:val="sl-SI"/>
        </w:rPr>
        <w:t>4</w:t>
      </w:r>
      <w:r>
        <w:rPr>
          <w:sz w:val="22"/>
          <w:szCs w:val="22"/>
          <w:lang w:val="sl-SI"/>
        </w:rPr>
        <w:t>/</w:t>
      </w:r>
      <w:r w:rsidR="001372C3">
        <w:rPr>
          <w:sz w:val="22"/>
          <w:szCs w:val="22"/>
          <w:lang w:val="sl-SI"/>
        </w:rPr>
        <w:t>1</w:t>
      </w:r>
      <w:r w:rsidR="0092405E">
        <w:rPr>
          <w:sz w:val="22"/>
          <w:szCs w:val="22"/>
          <w:lang w:val="sl-SI"/>
        </w:rPr>
        <w:t>-2</w:t>
      </w:r>
    </w:p>
    <w:p w14:paraId="4820C4F8" w14:textId="77777777" w:rsidR="00BB543C" w:rsidRDefault="00BB543C" w:rsidP="00BB543C">
      <w:pPr>
        <w:rPr>
          <w:sz w:val="22"/>
          <w:szCs w:val="22"/>
          <w:lang w:val="sl-SI"/>
        </w:rPr>
      </w:pPr>
    </w:p>
    <w:p w14:paraId="20215035" w14:textId="77777777" w:rsidR="00BB543C" w:rsidRPr="00FC0974" w:rsidRDefault="00BB543C" w:rsidP="00BB543C">
      <w:pPr>
        <w:rPr>
          <w:b/>
          <w:bCs/>
          <w:lang w:val="sl-SI"/>
        </w:rPr>
      </w:pPr>
      <w:r w:rsidRPr="00FC0974">
        <w:rPr>
          <w:b/>
          <w:bCs/>
          <w:lang w:val="sl-SI"/>
        </w:rPr>
        <w:t>OBRAZEC 1 – PODATKI O PONUDNIKU</w:t>
      </w:r>
    </w:p>
    <w:p w14:paraId="390EC7E9" w14:textId="77777777" w:rsidR="00BB543C" w:rsidRDefault="00BB543C" w:rsidP="00BB543C">
      <w:pPr>
        <w:rPr>
          <w:lang w:val="sl-SI"/>
        </w:rPr>
      </w:pPr>
    </w:p>
    <w:p w14:paraId="07181A80" w14:textId="77777777" w:rsidR="00BB543C" w:rsidRDefault="00BB543C" w:rsidP="00BB543C">
      <w:pPr>
        <w:rPr>
          <w:lang w:val="sl-SI"/>
        </w:rPr>
      </w:pPr>
      <w:r>
        <w:rPr>
          <w:lang w:val="sl-SI"/>
        </w:rPr>
        <w:t>Podatki o ponudniku</w:t>
      </w:r>
    </w:p>
    <w:p w14:paraId="42BD66B5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350F8240" w14:textId="77777777" w:rsidTr="004F7E98">
        <w:tc>
          <w:tcPr>
            <w:tcW w:w="2830" w:type="dxa"/>
          </w:tcPr>
          <w:p w14:paraId="771A0F2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Polni naziv ponudnika</w:t>
            </w:r>
          </w:p>
        </w:tc>
        <w:tc>
          <w:tcPr>
            <w:tcW w:w="6232" w:type="dxa"/>
          </w:tcPr>
          <w:p w14:paraId="3DC476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12FD527B" w14:textId="77777777" w:rsidTr="004F7E98">
        <w:tc>
          <w:tcPr>
            <w:tcW w:w="2830" w:type="dxa"/>
          </w:tcPr>
          <w:p w14:paraId="2F04A5EC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Poštni naslov</w:t>
            </w:r>
          </w:p>
        </w:tc>
        <w:tc>
          <w:tcPr>
            <w:tcW w:w="6232" w:type="dxa"/>
          </w:tcPr>
          <w:p w14:paraId="605E0BF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F6534C0" w14:textId="77777777" w:rsidTr="004F7E98">
        <w:tc>
          <w:tcPr>
            <w:tcW w:w="2830" w:type="dxa"/>
          </w:tcPr>
          <w:p w14:paraId="1B51ED10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3100310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234AD5D7" w14:textId="77777777" w:rsidTr="004F7E98">
        <w:tc>
          <w:tcPr>
            <w:tcW w:w="2830" w:type="dxa"/>
          </w:tcPr>
          <w:p w14:paraId="18A5A2D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2564B39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16EA7C8" w14:textId="77777777" w:rsidTr="004F7E98">
        <w:tc>
          <w:tcPr>
            <w:tcW w:w="2830" w:type="dxa"/>
          </w:tcPr>
          <w:p w14:paraId="08FA6A1B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Spletni naslov</w:t>
            </w:r>
          </w:p>
        </w:tc>
        <w:tc>
          <w:tcPr>
            <w:tcW w:w="6232" w:type="dxa"/>
          </w:tcPr>
          <w:p w14:paraId="09C54EDA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4D00FFD3" w14:textId="77777777" w:rsidTr="004F7E98">
        <w:tc>
          <w:tcPr>
            <w:tcW w:w="2830" w:type="dxa"/>
          </w:tcPr>
          <w:p w14:paraId="3D279267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Matična številka</w:t>
            </w:r>
          </w:p>
        </w:tc>
        <w:tc>
          <w:tcPr>
            <w:tcW w:w="6232" w:type="dxa"/>
          </w:tcPr>
          <w:p w14:paraId="32283EE1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7B1B0136" w14:textId="77777777" w:rsidTr="004F7E98">
        <w:tc>
          <w:tcPr>
            <w:tcW w:w="2830" w:type="dxa"/>
          </w:tcPr>
          <w:p w14:paraId="3A63236F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Identifikacijska št. za DDV</w:t>
            </w:r>
          </w:p>
        </w:tc>
        <w:tc>
          <w:tcPr>
            <w:tcW w:w="6232" w:type="dxa"/>
          </w:tcPr>
          <w:p w14:paraId="085334BE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B4E647A" w14:textId="77777777" w:rsidTr="004F7E98">
        <w:tc>
          <w:tcPr>
            <w:tcW w:w="2830" w:type="dxa"/>
          </w:tcPr>
          <w:p w14:paraId="560A6A8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Št. transakcijskega računa</w:t>
            </w:r>
          </w:p>
        </w:tc>
        <w:tc>
          <w:tcPr>
            <w:tcW w:w="6232" w:type="dxa"/>
          </w:tcPr>
          <w:p w14:paraId="68A69FD4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A1833FA" w14:textId="77777777" w:rsidTr="004F7E98">
        <w:tc>
          <w:tcPr>
            <w:tcW w:w="2830" w:type="dxa"/>
          </w:tcPr>
          <w:p w14:paraId="69717BB4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Odprt pri banki</w:t>
            </w:r>
          </w:p>
        </w:tc>
        <w:tc>
          <w:tcPr>
            <w:tcW w:w="6232" w:type="dxa"/>
          </w:tcPr>
          <w:p w14:paraId="41A38AFF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4D8EC168" w14:textId="77777777" w:rsidR="00BB543C" w:rsidRDefault="00BB543C" w:rsidP="00BB543C">
      <w:pPr>
        <w:rPr>
          <w:lang w:val="sl-SI"/>
        </w:rPr>
      </w:pPr>
    </w:p>
    <w:p w14:paraId="789E8679" w14:textId="77777777" w:rsidR="00BB543C" w:rsidRDefault="00BB543C" w:rsidP="00BB543C">
      <w:pPr>
        <w:rPr>
          <w:lang w:val="sl-SI"/>
        </w:rPr>
      </w:pPr>
      <w:r>
        <w:rPr>
          <w:lang w:val="sl-SI"/>
        </w:rPr>
        <w:t>Osnovni podatki o odgovorni osebi ponudnika</w:t>
      </w:r>
    </w:p>
    <w:p w14:paraId="7499CC09" w14:textId="77777777" w:rsidR="00BB543C" w:rsidRDefault="00BB543C" w:rsidP="00BB543C">
      <w:pPr>
        <w:rPr>
          <w:lang w:val="sl-SI"/>
        </w:rPr>
      </w:pPr>
    </w:p>
    <w:tbl>
      <w:tblPr>
        <w:tblStyle w:val="Tabelamrea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 w:rsidR="00BB543C" w14:paraId="1036F91F" w14:textId="77777777" w:rsidTr="004F7E98">
        <w:tc>
          <w:tcPr>
            <w:tcW w:w="2830" w:type="dxa"/>
          </w:tcPr>
          <w:p w14:paraId="4B356DAE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6232" w:type="dxa"/>
          </w:tcPr>
          <w:p w14:paraId="5BBD8227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6E723B1F" w14:textId="77777777" w:rsidTr="004F7E98">
        <w:tc>
          <w:tcPr>
            <w:tcW w:w="2830" w:type="dxa"/>
          </w:tcPr>
          <w:p w14:paraId="27FFE3C5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Delovno mesto</w:t>
            </w:r>
          </w:p>
        </w:tc>
        <w:tc>
          <w:tcPr>
            <w:tcW w:w="6232" w:type="dxa"/>
          </w:tcPr>
          <w:p w14:paraId="1ED1B750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3930CF37" w14:textId="77777777" w:rsidTr="004F7E98">
        <w:tc>
          <w:tcPr>
            <w:tcW w:w="2830" w:type="dxa"/>
          </w:tcPr>
          <w:p w14:paraId="2F5303E8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Telefon</w:t>
            </w:r>
          </w:p>
        </w:tc>
        <w:tc>
          <w:tcPr>
            <w:tcW w:w="6232" w:type="dxa"/>
          </w:tcPr>
          <w:p w14:paraId="1EC9A7A3" w14:textId="77777777" w:rsidR="00BB543C" w:rsidRDefault="00BB543C" w:rsidP="004F7E98">
            <w:pPr>
              <w:rPr>
                <w:lang w:val="sl-SI"/>
              </w:rPr>
            </w:pPr>
          </w:p>
        </w:tc>
      </w:tr>
      <w:tr w:rsidR="00BB543C" w14:paraId="5D293796" w14:textId="77777777" w:rsidTr="004F7E98">
        <w:tc>
          <w:tcPr>
            <w:tcW w:w="2830" w:type="dxa"/>
          </w:tcPr>
          <w:p w14:paraId="208A30E6" w14:textId="77777777" w:rsidR="00BB543C" w:rsidRDefault="00BB543C" w:rsidP="004F7E98">
            <w:pPr>
              <w:rPr>
                <w:lang w:val="sl-SI"/>
              </w:rPr>
            </w:pPr>
            <w:r>
              <w:rPr>
                <w:lang w:val="sl-SI"/>
              </w:rPr>
              <w:t>Elektronska pošta</w:t>
            </w:r>
          </w:p>
        </w:tc>
        <w:tc>
          <w:tcPr>
            <w:tcW w:w="6232" w:type="dxa"/>
          </w:tcPr>
          <w:p w14:paraId="708298B4" w14:textId="77777777" w:rsidR="00BB543C" w:rsidRDefault="00BB543C" w:rsidP="004F7E98">
            <w:pPr>
              <w:rPr>
                <w:lang w:val="sl-SI"/>
              </w:rPr>
            </w:pPr>
          </w:p>
        </w:tc>
      </w:tr>
    </w:tbl>
    <w:p w14:paraId="11465B9F" w14:textId="77777777" w:rsidR="00BB543C" w:rsidRDefault="00BB543C" w:rsidP="00BB543C">
      <w:pPr>
        <w:rPr>
          <w:lang w:val="sl-SI"/>
        </w:rPr>
      </w:pPr>
    </w:p>
    <w:p w14:paraId="32FE056A" w14:textId="77777777" w:rsidR="00BB543C" w:rsidRDefault="00BB543C" w:rsidP="00BB543C">
      <w:pPr>
        <w:rPr>
          <w:lang w:val="sl-SI"/>
        </w:rPr>
      </w:pPr>
    </w:p>
    <w:p w14:paraId="562270B9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>Ponudnik:</w:t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(polni naziv)</w:t>
      </w:r>
    </w:p>
    <w:p w14:paraId="024B5269" w14:textId="77777777" w:rsidR="00BB543C" w:rsidRDefault="00BB543C" w:rsidP="00BB543C">
      <w:pPr>
        <w:rPr>
          <w:lang w:val="sl-SI"/>
        </w:rPr>
      </w:pPr>
    </w:p>
    <w:p w14:paraId="1EA53A86" w14:textId="77777777" w:rsidR="00BB543C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(ime in priimek pooblaščene osebe)</w:t>
      </w:r>
    </w:p>
    <w:p w14:paraId="43C2D8E2" w14:textId="77777777" w:rsidR="00BB543C" w:rsidRDefault="00BB543C" w:rsidP="00BB543C">
      <w:pPr>
        <w:rPr>
          <w:lang w:val="sl-SI"/>
        </w:rPr>
      </w:pPr>
    </w:p>
    <w:p w14:paraId="25073B68" w14:textId="77777777" w:rsidR="00BB543C" w:rsidRDefault="00BB543C" w:rsidP="00BB543C">
      <w:pPr>
        <w:rPr>
          <w:lang w:val="sl-SI"/>
        </w:rPr>
      </w:pPr>
      <w:r>
        <w:rPr>
          <w:lang w:val="sl-SI"/>
        </w:rPr>
        <w:tab/>
      </w:r>
      <w:r>
        <w:rPr>
          <w:lang w:val="sl-SI"/>
        </w:rPr>
        <w:tab/>
        <w:t>______________________________________</w:t>
      </w:r>
      <w:r w:rsidRPr="00FC0974">
        <w:rPr>
          <w:sz w:val="18"/>
          <w:szCs w:val="18"/>
          <w:lang w:val="sl-SI"/>
        </w:rPr>
        <w:t xml:space="preserve"> (podpis)</w:t>
      </w:r>
    </w:p>
    <w:p w14:paraId="217ECE70" w14:textId="77777777" w:rsidR="00BB543C" w:rsidRDefault="00BB543C" w:rsidP="00BB543C">
      <w:pPr>
        <w:rPr>
          <w:lang w:val="sl-SI"/>
        </w:rPr>
      </w:pPr>
    </w:p>
    <w:p w14:paraId="18C2675F" w14:textId="77777777" w:rsidR="00BB543C" w:rsidRPr="00FC0974" w:rsidRDefault="00BB543C" w:rsidP="00BB543C">
      <w:pPr>
        <w:rPr>
          <w:sz w:val="18"/>
          <w:szCs w:val="18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</w:r>
      <w:r w:rsidRPr="00FC0974">
        <w:rPr>
          <w:sz w:val="18"/>
          <w:szCs w:val="18"/>
          <w:lang w:val="sl-SI"/>
        </w:rPr>
        <w:t>(žig)</w:t>
      </w:r>
    </w:p>
    <w:p w14:paraId="0E66EBD4" w14:textId="77777777" w:rsidR="00F314DB" w:rsidRPr="005D5F36" w:rsidRDefault="00F314DB" w:rsidP="00BB543C">
      <w:pPr>
        <w:rPr>
          <w:lang w:val="sl-SI"/>
        </w:rPr>
      </w:pPr>
    </w:p>
    <w:sectPr w:rsidR="00F314DB" w:rsidRPr="005D5F36" w:rsidSect="00F314DB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9D1E8" w14:textId="77777777" w:rsidR="009F2FD5" w:rsidRDefault="009F2FD5" w:rsidP="00F314DB">
      <w:r>
        <w:separator/>
      </w:r>
    </w:p>
  </w:endnote>
  <w:endnote w:type="continuationSeparator" w:id="0">
    <w:p w14:paraId="7AF36AE6" w14:textId="77777777" w:rsidR="009F2FD5" w:rsidRDefault="009F2FD5" w:rsidP="00F3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illa Slab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Zilla Slab SemiBold">
    <w:altName w:val="Calibri"/>
    <w:panose1 w:val="00000000000000000000"/>
    <w:charset w:val="00"/>
    <w:family w:val="auto"/>
    <w:pitch w:val="variable"/>
    <w:sig w:usb0="A00000F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5A62" w14:textId="1E093E32" w:rsidR="00F314DB" w:rsidRPr="00F314DB" w:rsidRDefault="00F314DB" w:rsidP="00F314DB">
    <w:pPr>
      <w:pStyle w:val="Noga"/>
      <w:jc w:val="right"/>
      <w:rPr>
        <w:color w:val="0A2D64"/>
        <w:sz w:val="18"/>
      </w:rPr>
    </w:pPr>
    <w:r w:rsidRPr="00F314DB">
      <w:rPr>
        <w:rFonts w:ascii="Zilla Slab SemiBold" w:hAnsi="Zilla Slab SemiBold"/>
        <w:color w:val="595959" w:themeColor="text1" w:themeTint="A6"/>
        <w:sz w:val="18"/>
      </w:rPr>
      <w:t>stran</w:t>
    </w:r>
    <w:r w:rsidRPr="00F314DB">
      <w:rPr>
        <w:color w:val="595959" w:themeColor="text1" w:themeTint="A6"/>
        <w:sz w:val="18"/>
      </w:rPr>
      <w:t xml:space="preserve"> </w:t>
    </w:r>
    <w:r w:rsidRPr="00F314DB">
      <w:rPr>
        <w:color w:val="595959" w:themeColor="text1" w:themeTint="A6"/>
        <w:sz w:val="18"/>
      </w:rPr>
      <w:fldChar w:fldCharType="begin"/>
    </w:r>
    <w:r w:rsidRPr="00F314DB">
      <w:rPr>
        <w:color w:val="595959" w:themeColor="text1" w:themeTint="A6"/>
        <w:sz w:val="18"/>
      </w:rPr>
      <w:instrText>PAGE  \* Arabic  \* MERGEFORMAT</w:instrText>
    </w:r>
    <w:r w:rsidRPr="00F314DB">
      <w:rPr>
        <w:color w:val="595959" w:themeColor="text1" w:themeTint="A6"/>
        <w:sz w:val="18"/>
      </w:rPr>
      <w:fldChar w:fldCharType="separate"/>
    </w:r>
    <w:r w:rsidRPr="00F314DB">
      <w:rPr>
        <w:color w:val="595959" w:themeColor="text1" w:themeTint="A6"/>
        <w:sz w:val="18"/>
      </w:rPr>
      <w:t>2</w:t>
    </w:r>
    <w:r w:rsidRPr="00F314DB">
      <w:rPr>
        <w:color w:val="595959" w:themeColor="text1" w:themeTint="A6"/>
        <w:sz w:val="18"/>
      </w:rPr>
      <w:fldChar w:fldCharType="end"/>
    </w:r>
    <w:r w:rsidRPr="00F314DB">
      <w:rPr>
        <w:color w:val="595959" w:themeColor="text1" w:themeTint="A6"/>
        <w:sz w:val="18"/>
      </w:rPr>
      <w:t xml:space="preserve"> </w:t>
    </w:r>
    <w:r w:rsidRPr="00F314DB">
      <w:rPr>
        <w:rFonts w:ascii="Zilla Slab SemiBold" w:hAnsi="Zilla Slab SemiBold"/>
        <w:color w:val="595959" w:themeColor="text1" w:themeTint="A6"/>
        <w:sz w:val="18"/>
      </w:rPr>
      <w:t>od</w:t>
    </w:r>
    <w:r w:rsidRPr="00F314DB">
      <w:rPr>
        <w:color w:val="595959" w:themeColor="text1" w:themeTint="A6"/>
        <w:sz w:val="18"/>
      </w:rPr>
      <w:t xml:space="preserve"> </w:t>
    </w:r>
    <w:r w:rsidR="00312C54">
      <w:rPr>
        <w:color w:val="595959" w:themeColor="text1" w:themeTint="A6"/>
        <w:sz w:val="18"/>
      </w:rPr>
      <w:fldChar w:fldCharType="begin"/>
    </w:r>
    <w:r w:rsidR="00312C54">
      <w:rPr>
        <w:color w:val="595959" w:themeColor="text1" w:themeTint="A6"/>
        <w:sz w:val="18"/>
      </w:rPr>
      <w:instrText xml:space="preserve"> NUMPAGES  </w:instrText>
    </w:r>
    <w:r w:rsidR="00312C54">
      <w:rPr>
        <w:color w:val="595959" w:themeColor="text1" w:themeTint="A6"/>
        <w:sz w:val="18"/>
      </w:rPr>
      <w:fldChar w:fldCharType="separate"/>
    </w:r>
    <w:r w:rsidR="00312C54">
      <w:rPr>
        <w:noProof/>
        <w:color w:val="595959" w:themeColor="text1" w:themeTint="A6"/>
        <w:sz w:val="18"/>
      </w:rPr>
      <w:t>1</w:t>
    </w:r>
    <w:r w:rsidR="00312C54">
      <w:rPr>
        <w:color w:val="595959" w:themeColor="text1" w:themeTint="A6"/>
        <w:sz w:val="18"/>
      </w:rPr>
      <w:fldChar w:fldCharType="end"/>
    </w:r>
    <w:r>
      <w:rPr>
        <w:color w:val="0A2D64"/>
        <w:sz w:val="18"/>
      </w:rPr>
      <w:br/>
    </w:r>
  </w:p>
  <w:p w14:paraId="08AA590A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 w:rsidRPr="00F314DB">
      <w:rPr>
        <w:color w:val="0A2D64"/>
        <w:sz w:val="18"/>
      </w:rPr>
      <w:t>JAVNI ZAVOD ZA</w:t>
    </w:r>
  </w:p>
  <w:p w14:paraId="0A269CCB" w14:textId="77777777" w:rsid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8"/>
      </w:rPr>
    </w:pPr>
    <w:r>
      <w:rPr>
        <w:rFonts w:ascii="Zilla Slab SemiBold" w:hAnsi="Zilla Slab SemiBold"/>
        <w:color w:val="0A2D64"/>
        <w:sz w:val="18"/>
      </w:rPr>
      <w:t>KULTURO KAMNIK</w:t>
    </w:r>
  </w:p>
  <w:p w14:paraId="0659C827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3D6040AF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  <w:r w:rsidRPr="00F314DB">
      <w:rPr>
        <w:color w:val="0A2D64"/>
        <w:sz w:val="18"/>
      </w:rPr>
      <w:t>Polčeva pot 10, 1241 Kamnik</w:t>
    </w:r>
  </w:p>
  <w:p w14:paraId="309E3C1D" w14:textId="77777777" w:rsidR="00F314DB" w:rsidRPr="00F314DB" w:rsidRDefault="00F314DB" w:rsidP="00F314DB">
    <w:pPr>
      <w:pStyle w:val="Noga"/>
      <w:jc w:val="center"/>
      <w:rPr>
        <w:rFonts w:ascii="Zilla Slab SemiBold" w:hAnsi="Zilla Slab SemiBold"/>
        <w:color w:val="0A2D64"/>
        <w:sz w:val="10"/>
        <w:szCs w:val="14"/>
      </w:rPr>
    </w:pPr>
  </w:p>
  <w:p w14:paraId="4174E366" w14:textId="77777777" w:rsidR="00F314DB" w:rsidRPr="00C422D6" w:rsidRDefault="00F314DB" w:rsidP="00F314DB">
    <w:pPr>
      <w:pStyle w:val="Noga"/>
      <w:jc w:val="center"/>
      <w:rPr>
        <w:color w:val="0A2D64"/>
        <w:sz w:val="18"/>
      </w:rPr>
    </w:pPr>
    <w:r w:rsidRPr="001464C2">
      <w:rPr>
        <w:rFonts w:ascii="Zilla Slab SemiBold" w:hAnsi="Zilla Slab SemiBold"/>
        <w:color w:val="0A2D64"/>
        <w:sz w:val="18"/>
      </w:rPr>
      <w:t>matična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8180431000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davčna št.:</w:t>
    </w:r>
    <w:r w:rsidRPr="00C422D6">
      <w:rPr>
        <w:color w:val="0A2D64"/>
        <w:sz w:val="18"/>
      </w:rPr>
      <w:t xml:space="preserve"> </w:t>
    </w:r>
    <w:r w:rsidRPr="00F314DB">
      <w:rPr>
        <w:color w:val="0A2D64"/>
        <w:sz w:val="18"/>
      </w:rPr>
      <w:t>19359713</w:t>
    </w:r>
    <w:r w:rsidRPr="00C422D6">
      <w:rPr>
        <w:color w:val="0A2D64"/>
        <w:sz w:val="18"/>
      </w:rPr>
      <w:t xml:space="preserve">          </w:t>
    </w:r>
    <w:r w:rsidRPr="001464C2">
      <w:rPr>
        <w:rFonts w:ascii="Zilla Slab SemiBold" w:hAnsi="Zilla Slab SemiBold"/>
        <w:color w:val="0A2D64"/>
        <w:sz w:val="18"/>
      </w:rPr>
      <w:t>TRR:</w:t>
    </w:r>
    <w:r w:rsidRPr="00C422D6">
      <w:rPr>
        <w:color w:val="0A2D64"/>
        <w:sz w:val="18"/>
      </w:rPr>
      <w:t xml:space="preserve"> SI56 </w:t>
    </w:r>
    <w:r w:rsidRPr="00F314DB">
      <w:rPr>
        <w:color w:val="0A2D64"/>
        <w:sz w:val="18"/>
      </w:rPr>
      <w:t>0110 0600 0060 454</w:t>
    </w:r>
  </w:p>
  <w:p w14:paraId="3C44A91B" w14:textId="77777777" w:rsidR="00F314DB" w:rsidRDefault="00F314DB">
    <w:pPr>
      <w:pStyle w:val="Noga"/>
      <w:jc w:val="center"/>
      <w:rPr>
        <w:color w:val="4472C4" w:themeColor="accent1"/>
      </w:rPr>
    </w:pPr>
  </w:p>
  <w:p w14:paraId="31183D9D" w14:textId="77777777" w:rsidR="00F314DB" w:rsidRPr="00F314DB" w:rsidRDefault="00F314DB" w:rsidP="00F314DB">
    <w:pPr>
      <w:pStyle w:val="Noga"/>
      <w:jc w:val="center"/>
      <w:rPr>
        <w:color w:val="0A2D64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D34C" w14:textId="77777777" w:rsidR="009F2FD5" w:rsidRDefault="009F2FD5" w:rsidP="00F314DB">
      <w:r>
        <w:separator/>
      </w:r>
    </w:p>
  </w:footnote>
  <w:footnote w:type="continuationSeparator" w:id="0">
    <w:p w14:paraId="1DE99AEE" w14:textId="77777777" w:rsidR="009F2FD5" w:rsidRDefault="009F2FD5" w:rsidP="00F31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155FD" w14:textId="77777777" w:rsidR="00F314DB" w:rsidRDefault="00F314DB">
    <w:pPr>
      <w:pStyle w:val="Glava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6EBDD8F" wp14:editId="319FA804">
          <wp:simplePos x="0" y="0"/>
          <wp:positionH relativeFrom="column">
            <wp:posOffset>3700145</wp:posOffset>
          </wp:positionH>
          <wp:positionV relativeFrom="paragraph">
            <wp:posOffset>-354330</wp:posOffset>
          </wp:positionV>
          <wp:extent cx="2343815" cy="1439772"/>
          <wp:effectExtent l="0" t="0" r="0" b="0"/>
          <wp:wrapNone/>
          <wp:docPr id="32" name="Sl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15" cy="143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FD7EF6" wp14:editId="1BFC9795">
          <wp:simplePos x="0" y="0"/>
          <wp:positionH relativeFrom="column">
            <wp:posOffset>-312907</wp:posOffset>
          </wp:positionH>
          <wp:positionV relativeFrom="paragraph">
            <wp:posOffset>-63500</wp:posOffset>
          </wp:positionV>
          <wp:extent cx="2562225" cy="839935"/>
          <wp:effectExtent l="0" t="0" r="0" b="0"/>
          <wp:wrapNone/>
          <wp:docPr id="33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2225" cy="83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7CA294" w14:textId="77777777" w:rsidR="00F314DB" w:rsidRDefault="00F314DB">
    <w:pPr>
      <w:pStyle w:val="Glava"/>
    </w:pPr>
  </w:p>
  <w:p w14:paraId="7175CF2B" w14:textId="77777777" w:rsidR="00F314DB" w:rsidRDefault="00F314DB">
    <w:pPr>
      <w:pStyle w:val="Glava"/>
    </w:pPr>
  </w:p>
  <w:p w14:paraId="4F99A8CB" w14:textId="77777777" w:rsidR="00F314DB" w:rsidRDefault="00F314DB">
    <w:pPr>
      <w:pStyle w:val="Glava"/>
    </w:pPr>
  </w:p>
  <w:p w14:paraId="54ED5D78" w14:textId="77777777" w:rsidR="00F314DB" w:rsidRDefault="00F314DB">
    <w:pPr>
      <w:pStyle w:val="Glava"/>
    </w:pPr>
  </w:p>
  <w:p w14:paraId="3127A9C0" w14:textId="77777777" w:rsidR="00F314DB" w:rsidRDefault="00F314DB">
    <w:pPr>
      <w:pStyle w:val="Glava"/>
    </w:pPr>
  </w:p>
  <w:p w14:paraId="59A7E677" w14:textId="77777777" w:rsidR="00F314DB" w:rsidRDefault="00F314D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C49FF"/>
    <w:multiLevelType w:val="multilevel"/>
    <w:tmpl w:val="E88A8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53F77FDE"/>
    <w:multiLevelType w:val="hybridMultilevel"/>
    <w:tmpl w:val="5CEA1A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738795">
    <w:abstractNumId w:val="1"/>
  </w:num>
  <w:num w:numId="2" w16cid:durableId="199309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D5"/>
    <w:rsid w:val="001372C3"/>
    <w:rsid w:val="001F7B91"/>
    <w:rsid w:val="002B38B9"/>
    <w:rsid w:val="00312C54"/>
    <w:rsid w:val="0037653F"/>
    <w:rsid w:val="003A1DE9"/>
    <w:rsid w:val="003C5591"/>
    <w:rsid w:val="005D5F36"/>
    <w:rsid w:val="005F6FD3"/>
    <w:rsid w:val="00630543"/>
    <w:rsid w:val="007C360A"/>
    <w:rsid w:val="008201E2"/>
    <w:rsid w:val="0092405E"/>
    <w:rsid w:val="009C02DF"/>
    <w:rsid w:val="009F2FD5"/>
    <w:rsid w:val="00A268E2"/>
    <w:rsid w:val="00AA0542"/>
    <w:rsid w:val="00B245EC"/>
    <w:rsid w:val="00BB543C"/>
    <w:rsid w:val="00CF3FE6"/>
    <w:rsid w:val="00E03133"/>
    <w:rsid w:val="00EF1A94"/>
    <w:rsid w:val="00F314DB"/>
    <w:rsid w:val="00F6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F9600"/>
  <w15:chartTrackingRefBased/>
  <w15:docId w15:val="{A515330C-87A8-4C77-B032-4CB12BB7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Naslov1">
    <w:name w:val="heading 1"/>
    <w:basedOn w:val="Navaden"/>
    <w:next w:val="Navaden"/>
    <w:link w:val="Naslov1Znak"/>
    <w:uiPriority w:val="9"/>
    <w:qFormat/>
    <w:rsid w:val="00F314DB"/>
    <w:pPr>
      <w:keepNext/>
      <w:keepLines/>
      <w:spacing w:before="240" w:line="259" w:lineRule="auto"/>
      <w:outlineLvl w:val="0"/>
    </w:pPr>
    <w:rPr>
      <w:rFonts w:ascii="Zilla Slab" w:eastAsiaTheme="majorEastAsia" w:hAnsi="Zilla Slab" w:cstheme="majorBidi"/>
      <w:b/>
      <w:color w:val="1F3864" w:themeColor="accent1" w:themeShade="80"/>
      <w:sz w:val="30"/>
      <w:szCs w:val="32"/>
      <w:lang w:val="sl-SI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30543"/>
    <w:pPr>
      <w:keepNext/>
      <w:keepLines/>
      <w:spacing w:before="40" w:line="259" w:lineRule="auto"/>
      <w:outlineLvl w:val="1"/>
    </w:pPr>
    <w:rPr>
      <w:rFonts w:ascii="Zilla Slab" w:eastAsiaTheme="majorEastAsia" w:hAnsi="Zilla Slab" w:cstheme="majorBidi"/>
      <w:b/>
      <w:color w:val="1F3864" w:themeColor="accent1" w:themeShade="80"/>
      <w:sz w:val="26"/>
      <w:szCs w:val="26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GlavaZnak">
    <w:name w:val="Glava Znak"/>
    <w:basedOn w:val="Privzetapisavaodstavka"/>
    <w:link w:val="Glava"/>
    <w:uiPriority w:val="99"/>
    <w:rsid w:val="00F314DB"/>
  </w:style>
  <w:style w:type="paragraph" w:styleId="Noga">
    <w:name w:val="footer"/>
    <w:basedOn w:val="Navaden"/>
    <w:link w:val="NogaZnak"/>
    <w:uiPriority w:val="99"/>
    <w:unhideWhenUsed/>
    <w:rsid w:val="00F314DB"/>
    <w:pPr>
      <w:tabs>
        <w:tab w:val="center" w:pos="4536"/>
        <w:tab w:val="right" w:pos="9072"/>
      </w:tabs>
    </w:pPr>
    <w:rPr>
      <w:rFonts w:ascii="Zilla Slab" w:eastAsiaTheme="minorHAnsi" w:hAnsi="Zilla Slab"/>
      <w:sz w:val="22"/>
      <w:szCs w:val="22"/>
      <w:lang w:val="sl-SI"/>
    </w:rPr>
  </w:style>
  <w:style w:type="character" w:customStyle="1" w:styleId="NogaZnak">
    <w:name w:val="Noga Znak"/>
    <w:basedOn w:val="Privzetapisavaodstavka"/>
    <w:link w:val="Noga"/>
    <w:uiPriority w:val="99"/>
    <w:rsid w:val="00F314DB"/>
  </w:style>
  <w:style w:type="character" w:customStyle="1" w:styleId="Naslov1Znak">
    <w:name w:val="Naslov 1 Znak"/>
    <w:basedOn w:val="Privzetapisavaodstavka"/>
    <w:link w:val="Naslov1"/>
    <w:uiPriority w:val="9"/>
    <w:rsid w:val="00F314DB"/>
    <w:rPr>
      <w:rFonts w:ascii="Zilla Slab" w:eastAsiaTheme="majorEastAsia" w:hAnsi="Zilla Slab" w:cstheme="majorBidi"/>
      <w:b/>
      <w:color w:val="1F3864" w:themeColor="accent1" w:themeShade="80"/>
      <w:sz w:val="3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630543"/>
    <w:rPr>
      <w:rFonts w:ascii="Zilla Slab" w:eastAsiaTheme="majorEastAsia" w:hAnsi="Zilla Slab" w:cstheme="majorBidi"/>
      <w:b/>
      <w:color w:val="1F3864" w:themeColor="accent1" w:themeShade="80"/>
      <w:sz w:val="26"/>
      <w:szCs w:val="26"/>
    </w:rPr>
  </w:style>
  <w:style w:type="table" w:styleId="Tabelamrea">
    <w:name w:val="Table Grid"/>
    <w:basedOn w:val="Navadnatabela"/>
    <w:uiPriority w:val="39"/>
    <w:rsid w:val="009F2FD5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C3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mozj\OneDrive%20-%20Zavod%20za%20turizem%20in%20&#353;port%20v%20ob&#269;ini%20Kamnik\Dokumenti\Officeove%20predloge%20po%20meri\DKK%20ZKK%20template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DKK ZKK template.dotx</Template>
  <TotalTime>25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primozj</dc:creator>
  <cp:keywords/>
  <dc:description/>
  <cp:lastModifiedBy>Primož Jeras</cp:lastModifiedBy>
  <cp:revision>13</cp:revision>
  <dcterms:created xsi:type="dcterms:W3CDTF">2021-11-05T07:01:00Z</dcterms:created>
  <dcterms:modified xsi:type="dcterms:W3CDTF">2024-09-25T09:03:00Z</dcterms:modified>
</cp:coreProperties>
</file>